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62EA6" w14:textId="77777777" w:rsidR="00025386" w:rsidRDefault="00191EF8" w:rsidP="00191EF8">
      <w:pPr>
        <w:pStyle w:val="Bezodstpw"/>
        <w:jc w:val="right"/>
        <w:rPr>
          <w:rFonts w:ascii="Arial" w:hAnsi="Arial" w:cs="Arial"/>
          <w:sz w:val="24"/>
          <w:szCs w:val="24"/>
        </w:rPr>
      </w:pPr>
      <w:bookmarkStart w:id="0" w:name="_Hlk60301409"/>
      <w:r>
        <w:rPr>
          <w:i/>
        </w:rPr>
        <w:tab/>
      </w:r>
      <w:r>
        <w:rPr>
          <w:i/>
        </w:rPr>
        <w:tab/>
      </w:r>
      <w:r w:rsidR="00657A47" w:rsidRPr="00191EF8">
        <w:rPr>
          <w:rFonts w:ascii="Arial" w:hAnsi="Arial" w:cs="Arial"/>
          <w:sz w:val="24"/>
          <w:szCs w:val="24"/>
        </w:rPr>
        <w:t xml:space="preserve">Załącznik nr </w:t>
      </w:r>
      <w:r w:rsidR="00AF4933" w:rsidRPr="00191EF8">
        <w:rPr>
          <w:rFonts w:ascii="Arial" w:hAnsi="Arial" w:cs="Arial"/>
          <w:sz w:val="24"/>
          <w:szCs w:val="24"/>
        </w:rPr>
        <w:t>4</w:t>
      </w:r>
      <w:r w:rsidR="007666D6" w:rsidRPr="00191EF8">
        <w:rPr>
          <w:rFonts w:ascii="Arial" w:hAnsi="Arial" w:cs="Arial"/>
          <w:sz w:val="24"/>
          <w:szCs w:val="24"/>
        </w:rPr>
        <w:t xml:space="preserve"> do SWZ</w:t>
      </w:r>
    </w:p>
    <w:p w14:paraId="6B3873D0" w14:textId="77777777" w:rsidR="00191EF8" w:rsidRPr="00191EF8" w:rsidRDefault="00191EF8" w:rsidP="00191EF8">
      <w:pPr>
        <w:pStyle w:val="Bezodstpw"/>
        <w:jc w:val="right"/>
        <w:rPr>
          <w:rFonts w:ascii="Arial" w:hAnsi="Arial" w:cs="Arial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53927" w14:paraId="20B942C0" w14:textId="77777777" w:rsidTr="00A137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FBFE6C6" w14:textId="77777777" w:rsidR="008D442B" w:rsidRDefault="008D442B" w:rsidP="008D442B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OŚWIADCZENIE WYKONAWCÓW </w:t>
            </w:r>
          </w:p>
          <w:p w14:paraId="30052FA5" w14:textId="77777777" w:rsidR="00053927" w:rsidRPr="00053927" w:rsidRDefault="008D442B" w:rsidP="008D442B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WSPÓLNIE UBIEGAJĄCYCH SIĘ O UDZIELENIE ZAMÓWIENIA</w:t>
            </w:r>
            <w:r w:rsidR="00053927" w:rsidRPr="00053927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14:paraId="52018E34" w14:textId="77777777" w:rsidR="00053927" w:rsidRPr="00A137C9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A137C9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A137C9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 xml:space="preserve">Niniejsze </w:t>
            </w:r>
            <w:r w:rsidR="007A2C38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oświadczenie należy wypełnić w sytuacji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 xml:space="preserve">, gdy </w:t>
            </w:r>
            <w:r w:rsidR="00B641BE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W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ykonawc</w:t>
            </w:r>
            <w:r w:rsidR="00B641BE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y wspólnie ubiegają się o udzielenie zamówienia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.</w:t>
            </w:r>
          </w:p>
        </w:tc>
      </w:tr>
    </w:tbl>
    <w:p w14:paraId="152F7929" w14:textId="77777777" w:rsidR="00BA3CDA" w:rsidRPr="00BA3CDA" w:rsidRDefault="00BA3CDA" w:rsidP="00BA3CDA">
      <w:pPr>
        <w:pStyle w:val="Bezodstpw"/>
        <w:spacing w:line="360" w:lineRule="auto"/>
        <w:rPr>
          <w:rFonts w:ascii="Arial" w:hAnsi="Arial" w:cs="Arial"/>
          <w:sz w:val="10"/>
          <w:szCs w:val="10"/>
        </w:rPr>
      </w:pPr>
    </w:p>
    <w:p w14:paraId="7E427BC4" w14:textId="5D25FB88" w:rsidR="00A137C9" w:rsidRPr="00BA3CDA" w:rsidRDefault="00A137C9" w:rsidP="00BA3CDA">
      <w:pPr>
        <w:pStyle w:val="Bezodstpw"/>
        <w:spacing w:line="360" w:lineRule="auto"/>
        <w:rPr>
          <w:rFonts w:ascii="Arial" w:hAnsi="Arial" w:cs="Arial"/>
          <w:sz w:val="24"/>
          <w:szCs w:val="24"/>
        </w:rPr>
      </w:pPr>
      <w:r w:rsidRPr="00BA3CDA">
        <w:rPr>
          <w:rFonts w:ascii="Arial" w:hAnsi="Arial" w:cs="Arial"/>
          <w:sz w:val="24"/>
          <w:szCs w:val="24"/>
        </w:rPr>
        <w:t>Na potrzeby postępowania o udzielenie zamówienia publicznego: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2377"/>
        <w:gridCol w:w="6803"/>
      </w:tblGrid>
      <w:tr w:rsidR="00A137C9" w:rsidRPr="00BA3CDA" w14:paraId="604882D9" w14:textId="77777777" w:rsidTr="00AF2A41">
        <w:tc>
          <w:tcPr>
            <w:tcW w:w="2377" w:type="dxa"/>
          </w:tcPr>
          <w:p w14:paraId="5792FAFF" w14:textId="77777777" w:rsidR="00A137C9" w:rsidRPr="00BA3CDA" w:rsidRDefault="00A137C9" w:rsidP="00BA3CDA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A3CD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3CB3FEF3" w14:textId="77F34D32" w:rsidR="00A137C9" w:rsidRPr="00BA3CDA" w:rsidRDefault="002677B7" w:rsidP="00BA3CDA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2425E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Dostawa wyposażenia do pracowni</w:t>
            </w:r>
            <w:r w:rsidRPr="00872CEF">
              <w:rPr>
                <w:rFonts w:asciiTheme="minorHAnsi" w:hAnsiTheme="minorHAnsi" w:cstheme="minorHAnsi"/>
                <w:bCs/>
                <w:iCs/>
                <w:color w:val="000000"/>
                <w:kern w:val="1"/>
              </w:rPr>
              <w:t xml:space="preserve"> </w:t>
            </w:r>
            <w:r w:rsidRPr="009678A3">
              <w:rPr>
                <w:rFonts w:ascii="Arial" w:hAnsi="Arial" w:cs="Arial"/>
                <w:b/>
                <w:sz w:val="24"/>
                <w:szCs w:val="24"/>
              </w:rPr>
              <w:t>dla uczniów i uczennic w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Pr="009678A3">
              <w:rPr>
                <w:rFonts w:ascii="Arial" w:hAnsi="Arial" w:cs="Arial"/>
                <w:b/>
                <w:sz w:val="24"/>
                <w:szCs w:val="24"/>
              </w:rPr>
              <w:t>ramach realizacji projektu "</w:t>
            </w:r>
            <w:r w:rsidRPr="009678A3">
              <w:rPr>
                <w:rFonts w:ascii="Arial" w:hAnsi="Arial" w:cs="Arial"/>
                <w:b/>
                <w:color w:val="000000"/>
                <w:kern w:val="1"/>
                <w:sz w:val="24"/>
                <w:szCs w:val="24"/>
              </w:rPr>
              <w:t>Postaw na kwalifikacje</w:t>
            </w:r>
            <w:r w:rsidRPr="009678A3">
              <w:rPr>
                <w:rFonts w:ascii="Arial" w:hAnsi="Arial" w:cs="Arial"/>
                <w:b/>
                <w:sz w:val="24"/>
                <w:szCs w:val="24"/>
              </w:rPr>
              <w:t>" – z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Pr="009678A3">
              <w:rPr>
                <w:rFonts w:ascii="Arial" w:hAnsi="Arial" w:cs="Arial"/>
                <w:b/>
                <w:sz w:val="24"/>
                <w:szCs w:val="24"/>
              </w:rPr>
              <w:t>podziałem na</w:t>
            </w:r>
            <w:r>
              <w:rPr>
                <w:rFonts w:ascii="Arial" w:hAnsi="Arial" w:cs="Arial"/>
                <w:b/>
              </w:rPr>
              <w:t> 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V </w:t>
            </w:r>
            <w:r w:rsidRPr="009678A3">
              <w:rPr>
                <w:rFonts w:ascii="Arial" w:hAnsi="Arial" w:cs="Arial"/>
                <w:b/>
                <w:sz w:val="24"/>
                <w:szCs w:val="24"/>
              </w:rPr>
              <w:t>części</w:t>
            </w:r>
            <w:r w:rsidR="009652F4" w:rsidRPr="009678A3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AF4933" w:rsidRPr="00A2540E" w14:paraId="624EFA84" w14:textId="77777777" w:rsidTr="00AF2A41">
        <w:tc>
          <w:tcPr>
            <w:tcW w:w="2377" w:type="dxa"/>
          </w:tcPr>
          <w:p w14:paraId="58D09F1D" w14:textId="77777777" w:rsidR="00AF4933" w:rsidRPr="00A2540E" w:rsidRDefault="00AF4933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56750508" w14:textId="3D1EAD89" w:rsidR="00AF4933" w:rsidRPr="00BA3CDA" w:rsidRDefault="00316BFF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372B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DG.2720.1.2026/PNK</w:t>
            </w:r>
          </w:p>
        </w:tc>
      </w:tr>
    </w:tbl>
    <w:p w14:paraId="0AED8867" w14:textId="77777777" w:rsidR="00A137C9" w:rsidRPr="006C4CCD" w:rsidRDefault="00A137C9" w:rsidP="00A137C9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559680DA" w14:textId="216A57EE" w:rsidR="003A486D" w:rsidRPr="00AF2A41" w:rsidRDefault="00A137C9" w:rsidP="00A137C9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F2A41">
        <w:rPr>
          <w:rFonts w:ascii="Arial" w:hAnsi="Arial" w:cs="Arial"/>
          <w:sz w:val="24"/>
          <w:szCs w:val="24"/>
        </w:rPr>
        <w:t xml:space="preserve">prowadzonego przez </w:t>
      </w:r>
      <w:r w:rsidR="00AF2A41" w:rsidRPr="00AF2A41">
        <w:rPr>
          <w:rFonts w:ascii="Arial" w:hAnsi="Arial" w:cs="Arial"/>
          <w:b/>
          <w:sz w:val="24"/>
          <w:szCs w:val="24"/>
        </w:rPr>
        <w:t>Zespół Szkół Ponadpodstawowych nr 1 im. Tadeusza Kościuszki w Tomaszowie Mazowieckim</w:t>
      </w:r>
      <w:r w:rsidR="00191EF8" w:rsidRPr="00AF2A41">
        <w:rPr>
          <w:rFonts w:ascii="Arial" w:hAnsi="Arial" w:cs="Arial"/>
          <w:b/>
          <w:sz w:val="24"/>
          <w:szCs w:val="24"/>
        </w:rPr>
        <w:t xml:space="preserve">, </w:t>
      </w:r>
      <w:r w:rsidR="00AF2A41" w:rsidRPr="00AF2A41">
        <w:rPr>
          <w:rFonts w:ascii="Arial" w:hAnsi="Arial" w:cs="Arial"/>
          <w:color w:val="000000"/>
          <w:sz w:val="24"/>
          <w:szCs w:val="24"/>
        </w:rPr>
        <w:t>ul. Św. Antoniego 29, 97-200 Tomaszów Mazowiecki</w:t>
      </w:r>
      <w:r w:rsidRPr="00AF2A41">
        <w:rPr>
          <w:rFonts w:ascii="Arial" w:hAnsi="Arial" w:cs="Arial"/>
          <w:b/>
          <w:sz w:val="24"/>
          <w:szCs w:val="24"/>
        </w:rPr>
        <w:t>,</w:t>
      </w:r>
      <w:r w:rsidRPr="00AF2A41">
        <w:rPr>
          <w:rFonts w:ascii="Arial" w:hAnsi="Arial" w:cs="Arial"/>
          <w:sz w:val="24"/>
          <w:szCs w:val="24"/>
        </w:rPr>
        <w:t xml:space="preserve"> d</w:t>
      </w:r>
      <w:r w:rsidR="008D442B" w:rsidRPr="00AF2A41">
        <w:rPr>
          <w:rFonts w:ascii="Arial" w:eastAsia="Times New Roman" w:hAnsi="Arial" w:cs="Arial"/>
          <w:sz w:val="24"/>
          <w:szCs w:val="24"/>
          <w:lang w:eastAsia="pl-PL"/>
        </w:rPr>
        <w:t xml:space="preserve">ziałając </w:t>
      </w:r>
      <w:r w:rsidR="003A486D" w:rsidRPr="00AF2A41">
        <w:rPr>
          <w:rFonts w:ascii="Arial" w:eastAsia="Times New Roman" w:hAnsi="Arial" w:cs="Arial"/>
          <w:sz w:val="24"/>
          <w:szCs w:val="24"/>
          <w:lang w:eastAsia="pl-PL"/>
        </w:rPr>
        <w:t xml:space="preserve">w imieniu Wykonawców wspólnie ubiegających się o udzielenie zamówienia w </w:t>
      </w:r>
      <w:r w:rsidR="008D442B" w:rsidRPr="00AF2A41">
        <w:rPr>
          <w:rFonts w:ascii="Arial" w:eastAsia="Times New Roman" w:hAnsi="Arial" w:cs="Arial"/>
          <w:sz w:val="24"/>
          <w:szCs w:val="24"/>
          <w:lang w:eastAsia="pl-PL"/>
        </w:rPr>
        <w:t>składzie:</w:t>
      </w:r>
    </w:p>
    <w:p w14:paraId="09DA1632" w14:textId="77777777" w:rsidR="00A137C9" w:rsidRPr="00A137C9" w:rsidRDefault="00A137C9" w:rsidP="00A137C9">
      <w:pPr>
        <w:pStyle w:val="Akapitzlist"/>
        <w:spacing w:after="120" w:line="276" w:lineRule="auto"/>
        <w:ind w:left="0"/>
        <w:jc w:val="both"/>
        <w:rPr>
          <w:rFonts w:ascii="Arial" w:hAnsi="Arial" w:cs="Arial"/>
          <w:bCs/>
          <w:i/>
          <w:iCs/>
          <w:color w:val="0070C0"/>
          <w:sz w:val="18"/>
          <w:szCs w:val="18"/>
        </w:rPr>
      </w:pPr>
      <w:r w:rsidRPr="00A137C9">
        <w:rPr>
          <w:rFonts w:ascii="Arial" w:hAnsi="Arial" w:cs="Arial"/>
          <w:bCs/>
          <w:i/>
          <w:iCs/>
          <w:color w:val="0070C0"/>
          <w:sz w:val="18"/>
          <w:szCs w:val="18"/>
        </w:rPr>
        <w:t>(należy podać nazwy i adresy wszystkich wykonawców wspólnie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445"/>
        <w:gridCol w:w="4892"/>
      </w:tblGrid>
      <w:tr w:rsidR="003A486D" w:rsidRPr="0087706D" w14:paraId="4ED9B18B" w14:textId="77777777" w:rsidTr="00A137C9">
        <w:tc>
          <w:tcPr>
            <w:tcW w:w="617" w:type="dxa"/>
            <w:vAlign w:val="center"/>
          </w:tcPr>
          <w:p w14:paraId="0E923E54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494" w:type="dxa"/>
            <w:vAlign w:val="center"/>
          </w:tcPr>
          <w:p w14:paraId="1B6DDEE8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</w:t>
            </w:r>
            <w:r w:rsidR="0024648D"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Wykonawcy</w:t>
            </w:r>
          </w:p>
        </w:tc>
        <w:tc>
          <w:tcPr>
            <w:tcW w:w="4995" w:type="dxa"/>
            <w:vAlign w:val="center"/>
          </w:tcPr>
          <w:p w14:paraId="610D1B35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</w:t>
            </w:r>
          </w:p>
        </w:tc>
      </w:tr>
      <w:tr w:rsidR="003A486D" w:rsidRPr="0087706D" w14:paraId="36A216CA" w14:textId="77777777" w:rsidTr="00A137C9">
        <w:tc>
          <w:tcPr>
            <w:tcW w:w="617" w:type="dxa"/>
            <w:vAlign w:val="center"/>
          </w:tcPr>
          <w:p w14:paraId="107D13EA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494" w:type="dxa"/>
          </w:tcPr>
          <w:p w14:paraId="2971B97F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</w:tcPr>
          <w:p w14:paraId="0AE60D8A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A486D" w:rsidRPr="0087706D" w14:paraId="62D5FB3D" w14:textId="77777777" w:rsidTr="00A137C9">
        <w:tc>
          <w:tcPr>
            <w:tcW w:w="617" w:type="dxa"/>
            <w:vAlign w:val="center"/>
          </w:tcPr>
          <w:p w14:paraId="03510AF2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494" w:type="dxa"/>
          </w:tcPr>
          <w:p w14:paraId="571D84EF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</w:tcPr>
          <w:p w14:paraId="2281A64F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46144B7F" w14:textId="111A8D63" w:rsidR="00DC652A" w:rsidRPr="00A137C9" w:rsidRDefault="0024648D" w:rsidP="00191EF8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8D442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świadczam, </w:t>
      </w:r>
      <w:r w:rsidR="008D442B" w:rsidRPr="0024648D">
        <w:rPr>
          <w:rFonts w:ascii="Arial" w:eastAsia="Times New Roman" w:hAnsi="Arial" w:cs="Arial"/>
          <w:sz w:val="24"/>
          <w:szCs w:val="24"/>
          <w:lang w:eastAsia="pl-PL"/>
        </w:rPr>
        <w:t xml:space="preserve">stosownie do postanowień art. 117 ust. 4 </w:t>
      </w:r>
      <w:r w:rsidRPr="00053927">
        <w:rPr>
          <w:rFonts w:ascii="Arial" w:hAnsi="Arial" w:cs="Arial"/>
          <w:sz w:val="24"/>
          <w:szCs w:val="24"/>
        </w:rPr>
        <w:t xml:space="preserve">ustawy z dnia 11 września 2019r. Prawo zamówień publicznych </w:t>
      </w:r>
      <w:r w:rsidR="00AF4933" w:rsidRPr="00AF4933">
        <w:rPr>
          <w:rFonts w:ascii="Arial" w:hAnsi="Arial" w:cs="Arial"/>
          <w:sz w:val="24"/>
          <w:szCs w:val="24"/>
        </w:rPr>
        <w:t>(tj. Dz. U. z 2024 poz. 1320</w:t>
      </w:r>
      <w:r w:rsidR="009D373B">
        <w:rPr>
          <w:rFonts w:ascii="Arial" w:hAnsi="Arial" w:cs="Arial"/>
          <w:sz w:val="24"/>
          <w:szCs w:val="24"/>
        </w:rPr>
        <w:t xml:space="preserve"> </w:t>
      </w:r>
      <w:r w:rsidR="009D373B" w:rsidRPr="000959EF">
        <w:rPr>
          <w:rFonts w:ascii="Arial" w:hAnsi="Arial" w:cs="Arial"/>
          <w:sz w:val="24"/>
          <w:szCs w:val="24"/>
        </w:rPr>
        <w:t>z późn. zm.</w:t>
      </w:r>
      <w:r w:rsidR="00AF4933" w:rsidRPr="00AF4933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 że</w:t>
      </w:r>
      <w:r w:rsidR="009D373B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w</w:t>
      </w:r>
      <w:r w:rsidR="009D373B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ramach zamówienia</w:t>
      </w:r>
      <w:r w:rsidR="00A137C9">
        <w:rPr>
          <w:rFonts w:ascii="Arial" w:hAnsi="Arial" w:cs="Arial"/>
          <w:sz w:val="24"/>
          <w:szCs w:val="24"/>
        </w:rPr>
        <w:t>,</w:t>
      </w:r>
      <w:r w:rsidR="00A137C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astępujące roboty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/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usługi / dostawy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 xml:space="preserve"> wykonają wskazani niżej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Wykonawcy wspólnie ubiegający się 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>u</w:t>
      </w:r>
      <w:r>
        <w:rPr>
          <w:rFonts w:ascii="Arial" w:eastAsia="Times New Roman" w:hAnsi="Arial" w:cs="Arial"/>
          <w:sz w:val="24"/>
          <w:szCs w:val="24"/>
          <w:lang w:eastAsia="pl-PL"/>
        </w:rPr>
        <w:t>dzielenie zamówienia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505"/>
        <w:gridCol w:w="4832"/>
      </w:tblGrid>
      <w:tr w:rsidR="00B641BE" w:rsidRPr="0087706D" w14:paraId="1E9E72E2" w14:textId="77777777" w:rsidTr="00A137C9">
        <w:tc>
          <w:tcPr>
            <w:tcW w:w="617" w:type="dxa"/>
            <w:vAlign w:val="center"/>
          </w:tcPr>
          <w:p w14:paraId="13A1160A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56" w:type="dxa"/>
          </w:tcPr>
          <w:p w14:paraId="25D73B60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899" w:type="dxa"/>
            <w:vAlign w:val="center"/>
          </w:tcPr>
          <w:p w14:paraId="4D0D9F20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Wykaz realizowanych robót/dostaw/usług</w:t>
            </w:r>
          </w:p>
        </w:tc>
      </w:tr>
      <w:tr w:rsidR="00B641BE" w:rsidRPr="0087706D" w14:paraId="67646937" w14:textId="77777777" w:rsidTr="00A137C9">
        <w:tc>
          <w:tcPr>
            <w:tcW w:w="617" w:type="dxa"/>
            <w:vAlign w:val="center"/>
          </w:tcPr>
          <w:p w14:paraId="3FA9FCED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56" w:type="dxa"/>
          </w:tcPr>
          <w:p w14:paraId="7758EC1B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</w:tcPr>
          <w:p w14:paraId="2966CA1C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641BE" w:rsidRPr="0087706D" w14:paraId="533F7C88" w14:textId="77777777" w:rsidTr="00A137C9">
        <w:tc>
          <w:tcPr>
            <w:tcW w:w="617" w:type="dxa"/>
            <w:vAlign w:val="center"/>
          </w:tcPr>
          <w:p w14:paraId="1225430B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56" w:type="dxa"/>
          </w:tcPr>
          <w:p w14:paraId="3A89AB3A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</w:tcPr>
          <w:p w14:paraId="4E7AACAE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bookmarkEnd w:id="0"/>
    </w:tbl>
    <w:p w14:paraId="459947C5" w14:textId="77777777" w:rsidR="007A2C38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A137C9" w:rsidRPr="008B745A" w14:paraId="206D310A" w14:textId="77777777" w:rsidTr="004F10A0">
        <w:tc>
          <w:tcPr>
            <w:tcW w:w="2660" w:type="dxa"/>
          </w:tcPr>
          <w:p w14:paraId="24632CA8" w14:textId="77777777" w:rsidR="00A137C9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7630CF8F" w14:textId="77777777" w:rsidR="00BA3CDA" w:rsidRPr="008B745A" w:rsidRDefault="00BA3CDA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0BB4E594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35D80940" w14:textId="77777777" w:rsidR="00A137C9" w:rsidRPr="008B745A" w:rsidRDefault="00A137C9" w:rsidP="004F10A0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</w:tcPr>
          <w:p w14:paraId="3BE7B5B7" w14:textId="77777777" w:rsidR="00A137C9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323CCB95" w14:textId="77777777" w:rsidR="00BA3CDA" w:rsidRPr="008B745A" w:rsidRDefault="00BA3CDA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433302AD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16FA6E7B" w14:textId="77777777" w:rsidR="00A137C9" w:rsidRPr="008B745A" w:rsidRDefault="00A137C9" w:rsidP="004F10A0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AF4933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reprezentacji]</w:t>
            </w:r>
          </w:p>
        </w:tc>
      </w:tr>
    </w:tbl>
    <w:p w14:paraId="17FF03A2" w14:textId="77777777" w:rsidR="00A137C9" w:rsidRDefault="00A137C9" w:rsidP="00A137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A137C9" w:rsidSect="00EC10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04664" w14:textId="77777777" w:rsidR="00136556" w:rsidRDefault="00136556" w:rsidP="00025386">
      <w:pPr>
        <w:spacing w:after="0" w:line="240" w:lineRule="auto"/>
      </w:pPr>
      <w:r>
        <w:separator/>
      </w:r>
    </w:p>
  </w:endnote>
  <w:endnote w:type="continuationSeparator" w:id="0">
    <w:p w14:paraId="0BC190C2" w14:textId="77777777" w:rsidR="00136556" w:rsidRDefault="00136556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4ACD5" w14:textId="77777777" w:rsidR="008E150E" w:rsidRDefault="008E15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C8B28" w14:textId="051FB373" w:rsidR="00025386" w:rsidRDefault="000806A6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77FA5E1" wp14:editId="1A95EFDD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E4BB55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59174E19" w14:textId="684F4AE1" w:rsidR="00025386" w:rsidRPr="008E150E" w:rsidRDefault="00F00A2A" w:rsidP="008E150E">
    <w:pPr>
      <w:pStyle w:val="Stopka"/>
      <w:rPr>
        <w:rFonts w:ascii="Arial" w:hAnsi="Arial"/>
        <w:i/>
        <w:iCs/>
        <w:sz w:val="18"/>
        <w:szCs w:val="18"/>
      </w:rPr>
    </w:pPr>
    <w:r w:rsidRPr="00F00A2A">
      <w:rPr>
        <w:rFonts w:ascii="Arial" w:hAnsi="Arial"/>
        <w:i/>
        <w:iCs/>
        <w:sz w:val="18"/>
        <w:szCs w:val="18"/>
      </w:rPr>
      <w:t xml:space="preserve">Projekt współfinansowany przez Unię Europejską z Europejskiego Funduszu Społecznego Plus </w:t>
    </w:r>
    <w:r w:rsidRPr="00F00A2A">
      <w:rPr>
        <w:rFonts w:ascii="Arial" w:hAnsi="Arial"/>
        <w:i/>
        <w:iCs/>
        <w:sz w:val="18"/>
        <w:szCs w:val="18"/>
      </w:rPr>
      <w:br/>
      <w:t>w ramach programu regionalnego Fundusze Europejskie dla Łódzkiego 2021-2027</w:t>
    </w:r>
    <w:r w:rsidR="00025386">
      <w:rPr>
        <w:rFonts w:ascii="Arial" w:hAnsi="Arial"/>
        <w:sz w:val="18"/>
        <w:szCs w:val="18"/>
      </w:rPr>
      <w:tab/>
    </w:r>
    <w:r w:rsidR="008E150E">
      <w:rPr>
        <w:rFonts w:ascii="Arial" w:hAnsi="Arial"/>
        <w:sz w:val="18"/>
        <w:szCs w:val="18"/>
      </w:rPr>
      <w:t xml:space="preserve">     </w:t>
    </w:r>
    <w:r w:rsidR="00025386">
      <w:rPr>
        <w:rStyle w:val="Numerstrony"/>
        <w:rFonts w:ascii="Arial" w:hAnsi="Arial"/>
        <w:sz w:val="18"/>
        <w:szCs w:val="18"/>
      </w:rPr>
      <w:t xml:space="preserve">Strona: 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PAGE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D21B8F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  <w:r w:rsidR="00025386">
      <w:rPr>
        <w:rStyle w:val="Numerstrony"/>
        <w:rFonts w:ascii="Arial" w:hAnsi="Arial"/>
        <w:sz w:val="18"/>
        <w:szCs w:val="18"/>
      </w:rPr>
      <w:t>/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NUMPAGES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D21B8F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2CB64" w14:textId="77777777" w:rsidR="008E150E" w:rsidRDefault="008E15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D7D82" w14:textId="77777777" w:rsidR="00136556" w:rsidRDefault="00136556" w:rsidP="00025386">
      <w:pPr>
        <w:spacing w:after="0" w:line="240" w:lineRule="auto"/>
      </w:pPr>
      <w:r>
        <w:separator/>
      </w:r>
    </w:p>
  </w:footnote>
  <w:footnote w:type="continuationSeparator" w:id="0">
    <w:p w14:paraId="48D1B19D" w14:textId="77777777" w:rsidR="00136556" w:rsidRDefault="00136556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3471F" w14:textId="77777777" w:rsidR="008E150E" w:rsidRDefault="008E15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2419D" w14:textId="784F4A78" w:rsidR="00AF4933" w:rsidRDefault="009652F4" w:rsidP="00F00A2A">
    <w:pPr>
      <w:pStyle w:val="Nagwek"/>
      <w:tabs>
        <w:tab w:val="clear" w:pos="4536"/>
        <w:tab w:val="clear" w:pos="9072"/>
        <w:tab w:val="left" w:pos="2321"/>
      </w:tabs>
    </w:pPr>
    <w:r>
      <w:rPr>
        <w:noProof/>
      </w:rPr>
      <w:drawing>
        <wp:inline distT="0" distB="0" distL="0" distR="0" wp14:anchorId="1818F514" wp14:editId="6AB9138F">
          <wp:extent cx="5760720" cy="742315"/>
          <wp:effectExtent l="0" t="0" r="0" b="635"/>
          <wp:docPr id="204492787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492787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1A13E" w14:textId="77777777" w:rsidR="008E150E" w:rsidRDefault="008E15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5150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EAA"/>
    <w:rsid w:val="00024C03"/>
    <w:rsid w:val="00025386"/>
    <w:rsid w:val="000409F8"/>
    <w:rsid w:val="000423B9"/>
    <w:rsid w:val="00053927"/>
    <w:rsid w:val="000806A6"/>
    <w:rsid w:val="00084786"/>
    <w:rsid w:val="0009371C"/>
    <w:rsid w:val="000A5CA8"/>
    <w:rsid w:val="000A7C2E"/>
    <w:rsid w:val="00136556"/>
    <w:rsid w:val="0016158F"/>
    <w:rsid w:val="00184B16"/>
    <w:rsid w:val="00191EF8"/>
    <w:rsid w:val="001B0277"/>
    <w:rsid w:val="001C2314"/>
    <w:rsid w:val="001D5C00"/>
    <w:rsid w:val="001F2687"/>
    <w:rsid w:val="00213980"/>
    <w:rsid w:val="00217E11"/>
    <w:rsid w:val="0024648D"/>
    <w:rsid w:val="00253C10"/>
    <w:rsid w:val="002677B7"/>
    <w:rsid w:val="002E1595"/>
    <w:rsid w:val="00300E80"/>
    <w:rsid w:val="00316BFF"/>
    <w:rsid w:val="003555EC"/>
    <w:rsid w:val="003915F7"/>
    <w:rsid w:val="003A486D"/>
    <w:rsid w:val="003F08BC"/>
    <w:rsid w:val="004374F2"/>
    <w:rsid w:val="00460705"/>
    <w:rsid w:val="00460A07"/>
    <w:rsid w:val="00485239"/>
    <w:rsid w:val="00485B69"/>
    <w:rsid w:val="004A0686"/>
    <w:rsid w:val="004D7FA0"/>
    <w:rsid w:val="004E27D7"/>
    <w:rsid w:val="004F10A0"/>
    <w:rsid w:val="00523947"/>
    <w:rsid w:val="0055145C"/>
    <w:rsid w:val="005624D8"/>
    <w:rsid w:val="00620476"/>
    <w:rsid w:val="006301BD"/>
    <w:rsid w:val="00657A47"/>
    <w:rsid w:val="006F1BD5"/>
    <w:rsid w:val="006F701A"/>
    <w:rsid w:val="00745A44"/>
    <w:rsid w:val="00751F41"/>
    <w:rsid w:val="007666D6"/>
    <w:rsid w:val="007766D4"/>
    <w:rsid w:val="00791153"/>
    <w:rsid w:val="007A2C38"/>
    <w:rsid w:val="00824D73"/>
    <w:rsid w:val="00830970"/>
    <w:rsid w:val="008444CA"/>
    <w:rsid w:val="00854D2B"/>
    <w:rsid w:val="0087706D"/>
    <w:rsid w:val="008833CF"/>
    <w:rsid w:val="008B797E"/>
    <w:rsid w:val="008D442B"/>
    <w:rsid w:val="008E150E"/>
    <w:rsid w:val="008F2498"/>
    <w:rsid w:val="008F4C74"/>
    <w:rsid w:val="0093388F"/>
    <w:rsid w:val="009652F4"/>
    <w:rsid w:val="00970AB1"/>
    <w:rsid w:val="009776C3"/>
    <w:rsid w:val="009D373B"/>
    <w:rsid w:val="009E57C5"/>
    <w:rsid w:val="00A137C9"/>
    <w:rsid w:val="00A56A6F"/>
    <w:rsid w:val="00A87380"/>
    <w:rsid w:val="00A92054"/>
    <w:rsid w:val="00AF2A41"/>
    <w:rsid w:val="00AF3D98"/>
    <w:rsid w:val="00AF4933"/>
    <w:rsid w:val="00AF4E90"/>
    <w:rsid w:val="00AF7375"/>
    <w:rsid w:val="00B1012B"/>
    <w:rsid w:val="00B11302"/>
    <w:rsid w:val="00B1279A"/>
    <w:rsid w:val="00B641BE"/>
    <w:rsid w:val="00B77707"/>
    <w:rsid w:val="00BA3CDA"/>
    <w:rsid w:val="00BD0ECD"/>
    <w:rsid w:val="00BE3BCE"/>
    <w:rsid w:val="00C26D5C"/>
    <w:rsid w:val="00CB29AC"/>
    <w:rsid w:val="00CD33F7"/>
    <w:rsid w:val="00D03170"/>
    <w:rsid w:val="00D21B8F"/>
    <w:rsid w:val="00D55FC4"/>
    <w:rsid w:val="00D9320D"/>
    <w:rsid w:val="00DC4842"/>
    <w:rsid w:val="00DC587A"/>
    <w:rsid w:val="00DC652A"/>
    <w:rsid w:val="00DE3B21"/>
    <w:rsid w:val="00DE73DD"/>
    <w:rsid w:val="00E045B8"/>
    <w:rsid w:val="00E22EAA"/>
    <w:rsid w:val="00E27ABB"/>
    <w:rsid w:val="00E67109"/>
    <w:rsid w:val="00E86D3B"/>
    <w:rsid w:val="00EC10EE"/>
    <w:rsid w:val="00EC252D"/>
    <w:rsid w:val="00EF3368"/>
    <w:rsid w:val="00F00A2A"/>
    <w:rsid w:val="00F13EB5"/>
    <w:rsid w:val="00F275FB"/>
    <w:rsid w:val="00F334B4"/>
    <w:rsid w:val="00F70522"/>
    <w:rsid w:val="00F819A3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83861C"/>
  <w15:chartTrackingRefBased/>
  <w15:docId w15:val="{5F0BF761-0790-4D8A-8031-A28BA0BF5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A137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91EF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11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dc:description/>
  <cp:lastModifiedBy>Krzysztof Grudziński</cp:lastModifiedBy>
  <cp:revision>22</cp:revision>
  <cp:lastPrinted>2026-02-05T19:54:00Z</cp:lastPrinted>
  <dcterms:created xsi:type="dcterms:W3CDTF">2024-10-06T10:02:00Z</dcterms:created>
  <dcterms:modified xsi:type="dcterms:W3CDTF">2026-02-05T19:55:00Z</dcterms:modified>
</cp:coreProperties>
</file>